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1884045</wp:posOffset>
            </wp:positionH>
            <wp:positionV relativeFrom="paragraph">
              <wp:posOffset>159385</wp:posOffset>
            </wp:positionV>
            <wp:extent cx="1531620" cy="1531620"/>
            <wp:effectExtent l="0" t="0" r="11430" b="11430"/>
            <wp:wrapNone/>
            <wp:docPr id="2" name="图片 2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531620"/>
                    </a:xfrm>
                    <a:prstGeom prst="ellipse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-1164590</wp:posOffset>
                </wp:positionH>
                <wp:positionV relativeFrom="paragraph">
                  <wp:posOffset>-951865</wp:posOffset>
                </wp:positionV>
                <wp:extent cx="7601585" cy="10760075"/>
                <wp:effectExtent l="0" t="0" r="18415" b="31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4185" y="50165"/>
                          <a:ext cx="7601585" cy="1076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7pt;margin-top:-74.95pt;height:847.25pt;width:598.55pt;z-index:-251658240;v-text-anchor:middle;mso-width-relative:page;mso-height-relative:page;" fillcolor="#FFFFFF [3212]" filled="t" stroked="f" coordsize="21600,21600" o:gfxdata="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EhjLHZAAAADwEAAA8AAAAA&#10;AAAAAQAgAAAAIgAAAGRycy9kb3ducmV2LnhtbFBLAQIUABQAAAAIAIdO4kD9gbdDTAIAAHEEAAAO&#10;AAAAAAAAAAEAIAAAACg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/>
    <w:p/>
    <w:p/>
    <w:p/>
    <w:p/>
    <w:p/>
    <w:p/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-1137920</wp:posOffset>
                </wp:positionH>
                <wp:positionV relativeFrom="paragraph">
                  <wp:posOffset>12700</wp:posOffset>
                </wp:positionV>
                <wp:extent cx="7560945" cy="1644015"/>
                <wp:effectExtent l="0" t="0" r="1905" b="13335"/>
                <wp:wrapNone/>
                <wp:docPr id="9" name="折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1644015"/>
                        </a:xfrm>
                        <a:prstGeom prst="foldedCorner">
                          <a:avLst/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5" type="#_x0000_t65" style="position:absolute;left:0pt;margin-left:-89.6pt;margin-top:1pt;height:129.45pt;width:595.35pt;z-index:251662336;v-text-anchor:middle;mso-width-relative:page;mso-height-relative:page;" fillcolor="#225889" filled="t" stroked="f" coordsize="21600,21600" o:gfxdata="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Cm+SS3AAAAAsBAAAPAAAAAAAAAAEA&#10;IAAAACIAAABkcnMvZG93bnJldi54bWxQSwECFAAUAAAACACHTuJATrHnXH0CAADEBAAADgAAAAAA&#10;AAABACAAAAArAQAAZHJzL2Uyb0RvYy54bWxQSwUGAAAAAAYABgBZAQAAGgYAAAAA&#10;" adj="18000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FFFFFF"/>
                          <w:sz w:val="112"/>
                          <w:szCs w:val="11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margin">
                  <wp:posOffset>1541145</wp:posOffset>
                </wp:positionH>
                <wp:positionV relativeFrom="paragraph">
                  <wp:posOffset>118745</wp:posOffset>
                </wp:positionV>
                <wp:extent cx="2332355" cy="1002665"/>
                <wp:effectExtent l="0" t="0" r="0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1002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1.35pt;margin-top:9.35pt;height:78.95pt;width:183.65pt;mso-position-horizontal-relative:margin;z-index:251750400;mso-width-relative:page;mso-height-relative:page;" filled="f" stroked="f" coordsize="21600,21600" o:gfxdata="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bHme0NcAAAAKAQAADwAAAAAAAAAB&#10;ACAAAAAiAAAAZHJzL2Rvd25yZXYueG1sUEsBAhQAFAAAAAgAh07iQGfoj1ufAQAAEQ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rFonts w:ascii="微软雅黑" w:hAnsi="微软雅黑" w:eastAsia="微软雅黑"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>
      <w:bookmarkStart w:id="0" w:name="_GoBack"/>
      <w:bookmarkEnd w:id="0"/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2800000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63500</wp:posOffset>
                </wp:positionV>
                <wp:extent cx="2634615" cy="3860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5pt;height:30.4pt;width:207.45pt;z-index:252800000;mso-width-relative:page;mso-height-relative:page;" filled="f" stroked="f" coordsize="21600,21600" o:gfxdata="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btd&#10;UtoAAAAJAQAADwAAAAAAAAABACAAAAAiAAAAZHJzL2Rvd25yZXYueG1sUEsBAhQAFAAAAAgAh07i&#10;QMmVcQM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61553152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115570</wp:posOffset>
                </wp:positionV>
                <wp:extent cx="241173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1pt;margin-top:9.1pt;height:0pt;width:189.9pt;z-index:261553152;mso-width-relative:page;mso-height-relative:page;" filled="f" stroked="t" coordsize="21600,21600" o:gfxdata="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76H+jTAAAACQEAAA8AAAAAAAAAAQAgAAAAIgAAAGRycy9kb3ducmV2LnhtbFBLAQIU&#10;ABQAAAAIAIdO4kBQwmX4vwEAAE4DAAAOAAAAAAAAAAEAIAAAACIBAABkcnMvZTJvRG9jLnhtbFBL&#10;BQYAAAAABgAGAFkBAABTBQAAAAA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67945</wp:posOffset>
                </wp:positionV>
                <wp:extent cx="2634615" cy="38608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5.35pt;height:30.4pt;width:207.45pt;z-index:252419072;mso-width-relative:page;mso-height-relative:page;" filled="f" stroked="f" coordsize="21600,21600" o:gfxdata="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TOh&#10;XNoAAAAJAQAADwAAAAAAAAABACAAAAAiAAAAZHJzL2Rvd25yZXYueG1sUEsBAhQAFAAAAAgAh07i&#10;QKRUHGMgAgAAGA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市场推广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6605184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121285</wp:posOffset>
                </wp:positionV>
                <wp:extent cx="241173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1pt;margin-top:9.55pt;height:0pt;width:189.9pt;z-index:256605184;mso-width-relative:page;mso-height-relative:page;" filled="f" stroked="t" coordsize="21600,21600" o:gfxdata="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gKz7K1AAAAAkBAAAPAAAAAAAAAAEAIAAAACIAAABkcnMvZG93bnJldi54bWxQSwEC&#10;FAAUAAAACACHTuJA6pQ+zL8BAABOAwAADgAAAAAAAAABACAAAAAjAQAAZHJzL2Uyb0RvYy54bWxQ&#10;SwUGAAAAAAYABgBZAQAAVA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76835</wp:posOffset>
                </wp:positionV>
                <wp:extent cx="2634615" cy="38608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    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15800000000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6.05pt;height:30.4pt;width:207.45pt;z-index:252038144;mso-width-relative:page;mso-height-relative:page;" filled="f" stroked="f" coordsize="21600,21600" o:gfxdata="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bsZAA&#10;2gAAAAkBAAAPAAAAAAAAAAEAIAAAACIAAABkcnMvZG93bnJldi54bWxQSwECFAAUAAAACACHTuJA&#10;5l+RNh8CAAAY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    话：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15800000000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4131200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127635</wp:posOffset>
                </wp:positionV>
                <wp:extent cx="241173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1pt;margin-top:10.05pt;height:0pt;width:189.9pt;z-index:254131200;mso-width-relative:page;mso-height-relative:page;" filled="f" stroked="t" coordsize="21600,21600" o:gfxdata="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H+IljUAAAACQEAAA8AAAAAAAAAAQAgAAAAIgAAAGRycy9kb3ducmV2LnhtbFBLAQIU&#10;ABQAAAAIAIdO4kDMNb5BvgEAAE4DAAAOAAAAAAAAAAEAIAAAACMBAABkcnMvZTJvRG9jLnhtbFBL&#10;BQYAAAAABgAGAFkBAABTBQAAAAA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84455</wp:posOffset>
                </wp:positionV>
                <wp:extent cx="2634615" cy="3860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6.65pt;height:30.4pt;width:207.45pt;z-index:251847680;mso-width-relative:page;mso-height-relative:page;" filled="f" stroked="f" coordsize="21600,21600" o:gfxdata="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/iXL8&#10;2gAAAAkBAAAPAAAAAAAAAAEAIAAAACIAAABkcnMvZG93bnJldi54bWxQSwECFAAUAAAACACHTuJA&#10;IEIGyB8CAAAY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123456@qq.com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2894208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133350</wp:posOffset>
                </wp:positionV>
                <wp:extent cx="241173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1pt;margin-top:10.5pt;height:0pt;width:189.9pt;z-index:252894208;mso-width-relative:page;mso-height-relative:page;" filled="f" stroked="t" coordsize="21600,21600" o:gfxdata="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lhif/0gAAAAkBAAAPAAAAAAAAAAEAIAAAACIAAABkcnMvZG93bnJldi54bWxQSwECFAAU&#10;AAAACACHTuJAdmPldb4BAABOAwAADgAAAAAAAAABACAAAAAhAQAAZHJzL2Uyb0RvYy54bWxQSwUG&#10;AAAAAAYABgBZAQAAUQ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87630</wp:posOffset>
                </wp:positionV>
                <wp:extent cx="2378710" cy="386080"/>
                <wp:effectExtent l="0" t="0" r="254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58770" y="8388350"/>
                          <a:ext cx="237871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江苏镇江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6.9pt;height:30.4pt;width:187.3pt;z-index:251752448;mso-width-relative:page;mso-height-relative:page;" filled="f" stroked="f" coordsize="21600,21600" o:gfxdata="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To15dkAAAAJAQAADwAAAAAAAAABACAAAAAiAAAAZHJzL2Rvd25yZXYueG1sUEsBAhQAFAAA&#10;AAgAh07iQHOyr5wnAgAAJAQAAA4AAAAAAAAAAQAgAAAAK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江苏镇江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139700</wp:posOffset>
                </wp:positionV>
                <wp:extent cx="241173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8130" y="8550275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1pt;margin-top:11pt;height:0pt;width:189.9pt;z-index:251751424;mso-width-relative:page;mso-height-relative:page;" filled="f" stroked="t" coordsize="21600,21600" o:gfxdata="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/TvCtIAAAAJAQAADwAAAAAAAAABACAAAAAiAAAAZHJzL2Rvd25y&#10;ZXYueG1sUEsBAhQAFAAAAAgAh07iQCi3/7vLAQAAWAMAAA4AAAAAAAAAAQAgAAAAIQEAAGRycy9l&#10;Mm9Eb2MueG1sUEsFBgAAAAAGAAYAWQEAAF4FAAAAAA=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71F7A"/>
    <w:rsid w:val="01FB23DE"/>
    <w:rsid w:val="07605FA9"/>
    <w:rsid w:val="0E2C4960"/>
    <w:rsid w:val="15273443"/>
    <w:rsid w:val="16E07B14"/>
    <w:rsid w:val="1A41556E"/>
    <w:rsid w:val="20C932CD"/>
    <w:rsid w:val="27721D0D"/>
    <w:rsid w:val="2C0C1F7D"/>
    <w:rsid w:val="2CAF383B"/>
    <w:rsid w:val="304547A8"/>
    <w:rsid w:val="368C06F2"/>
    <w:rsid w:val="38571F7A"/>
    <w:rsid w:val="38823645"/>
    <w:rsid w:val="3D0F0203"/>
    <w:rsid w:val="410C6DFC"/>
    <w:rsid w:val="48322537"/>
    <w:rsid w:val="4B59315D"/>
    <w:rsid w:val="52335DFF"/>
    <w:rsid w:val="55CE424B"/>
    <w:rsid w:val="5F664C63"/>
    <w:rsid w:val="601D0531"/>
    <w:rsid w:val="626B323B"/>
    <w:rsid w:val="71FA090D"/>
    <w:rsid w:val="77BB5487"/>
    <w:rsid w:val="7D1F01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3553;&#38754;+&#31616;&#21382;6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封面+简历6.docx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2017-07-08T05:46:00Z</dcterms:created>
  <dc:creator>kedao</dc:creator>
  <cp:lastModifiedBy>WPS_1528193819</cp:lastModifiedBy>
  <dcterms:modified xsi:type="dcterms:W3CDTF">2018-07-26T05:42:06Z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